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left"/>
        <w:rPr>
          <w:rFonts w:hint="default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开发者须知：</w:t>
      </w:r>
    </w:p>
    <w:p>
      <w:pPr>
        <w:widowControl w:val="0"/>
        <w:numPr>
          <w:ilvl w:val="0"/>
          <w:numId w:val="0"/>
        </w:numPr>
        <w:ind w:firstLine="420" w:firstLineChars="0"/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请先前往启云快联官方网站注册账号www.qiyunkuailian.com，并购买终端号后登录连接本地打印机，启云快联开放API接口，可方便其他第三方系统接入。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启云快联云打印软件特色：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1、无需安装打印机驱动，支持市面上绝大部分POS热敏打印机，USB、串口、网口打印机。</w:t>
      </w:r>
      <w:bookmarkStart w:id="1" w:name="_GoBack"/>
      <w:bookmarkEnd w:id="1"/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2、电脑断网语音提醒。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3、打印机未连接语音提醒。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4、来单自动打印和语音提醒。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5、支持多台打印机同时在线。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6、支持设置开机自启动。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7、最小化托盘运行。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打印格式说明：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&lt;B&gt;str&lt;/B&gt; 表示加大字体，str代表打印内容。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\r\n 表示换行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&lt;N&gt;str&lt;/N&gt; 表示打印多联，str代表大于0的整数，1代表一联，2代表两联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&lt;QR&gt;str&lt;/QR&gt; 表示打印二维码str为二维码链接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&lt;BC&gt;str&lt;/BC&gt;表示打印条形码，str为字符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例如以下格式：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bookmarkStart w:id="0" w:name="OLE_LINK5"/>
      <w:r>
        <w:rPr>
          <w:rFonts w:hint="eastAsia"/>
          <w:sz w:val="24"/>
          <w:lang w:val="en-US" w:eastAsia="zh-CN"/>
        </w:rPr>
        <w:t>&lt;N&gt;2&lt;/N&gt;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&lt;B&gt;****** #3饿了么订单 ******&lt;/B&gt; 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[饭点到中式快餐（文峰店）]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[--已在线支付-- ]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------------------------------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下单时间：2016-11-10 12:03:27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-----------1号篮子-----------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招牌卤肉饭         1       15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香酥鸡排           1        6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------------ 其他 ------------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打包费                    2.0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配送费                    4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----------------------------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已付                  23.74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----------------------------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备注：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----------------------------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地址：北京市东关街道(文峰大道)中山路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顾客：张三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电话：13112341234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***********#3完***********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&lt;QR&gt;http://www.baidu.com&lt;/QR&gt;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&lt;BC&gt;1234123412341&lt;/BC&gt;</w:t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CB6966"/>
    <w:rsid w:val="6D535020"/>
    <w:rsid w:val="72CB6966"/>
    <w:rsid w:val="7CFD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xiaoxian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2018-07-02T06:17:00Z</dcterms:created>
  <dc:creator>执着的老船</dc:creator>
  <cp:lastModifiedBy>执着的老船</cp:lastModifiedBy>
  <dcterms:modified xsi:type="dcterms:W3CDTF">2019-06-20T09:14:19Z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